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E757" w14:textId="4695A764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 xml:space="preserve">Приложение № </w:t>
      </w:r>
      <w:r w:rsidR="00DB605C">
        <w:rPr>
          <w:szCs w:val="28"/>
        </w:rPr>
        <w:t>12</w:t>
      </w:r>
    </w:p>
    <w:p w14:paraId="70BEEF1C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к решению Совета муниципального</w:t>
      </w:r>
    </w:p>
    <w:p w14:paraId="67E804B3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образования Новокубанский район</w:t>
      </w:r>
    </w:p>
    <w:p w14:paraId="4B0926DC" w14:textId="66BACE53" w:rsidR="0079318E" w:rsidRPr="0079318E" w:rsidRDefault="007635F3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635F3">
        <w:rPr>
          <w:szCs w:val="28"/>
        </w:rPr>
        <w:t>от 08.12.2022 года № 305</w:t>
      </w:r>
    </w:p>
    <w:p w14:paraId="3924ABFA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4EE6586E" w14:textId="1C2239E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«Приложение № 1</w:t>
      </w:r>
      <w:r w:rsidR="00D649E5">
        <w:rPr>
          <w:szCs w:val="28"/>
        </w:rPr>
        <w:t>3</w:t>
      </w:r>
    </w:p>
    <w:p w14:paraId="75DB6028" w14:textId="12776AA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УТВЕРЖДЕН</w:t>
      </w:r>
    </w:p>
    <w:p w14:paraId="7C04C375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решением Совета муниципального образования Новокубанский район</w:t>
      </w:r>
    </w:p>
    <w:p w14:paraId="453568FD" w14:textId="5C408A3A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от 25.11.2021 года № 163</w:t>
      </w:r>
    </w:p>
    <w:p w14:paraId="3303B53A" w14:textId="77777777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66536124" w14:textId="77777777" w:rsidR="00BD35B1" w:rsidRDefault="00BD35B1" w:rsidP="00993F4A">
      <w:pPr>
        <w:ind w:left="5103"/>
        <w:jc w:val="center"/>
        <w:rPr>
          <w:bCs/>
          <w:szCs w:val="28"/>
        </w:rPr>
      </w:pPr>
    </w:p>
    <w:p w14:paraId="27C2959F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6EF2ABAE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6EB137E1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14:paraId="32579632" w14:textId="68146FBE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D649E5" w:rsidRPr="00D649E5" w14:paraId="645E544B" w14:textId="77777777" w:rsidTr="00D649E5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BB1C" w14:textId="7484A1E2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184E" w14:textId="1F434FD8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6159" w14:textId="745AC4F1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F610F" w:rsidRPr="00D649E5" w14:paraId="5240D51D" w14:textId="77777777" w:rsidTr="00061055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AD98" w14:textId="391423CA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CB9" w14:textId="290EFC44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BA24" w14:textId="29CFDD97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723,6</w:t>
            </w:r>
          </w:p>
        </w:tc>
      </w:tr>
      <w:tr w:rsidR="00DF610F" w:rsidRPr="00D649E5" w14:paraId="695C8837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1CE" w14:textId="66B2AA49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E43" w14:textId="5CC35D3A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738D" w14:textId="1B7741B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66 194,8</w:t>
            </w:r>
          </w:p>
        </w:tc>
      </w:tr>
      <w:tr w:rsidR="00DF610F" w:rsidRPr="00D649E5" w14:paraId="028AB155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9554" w14:textId="6B955BDE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EDA" w14:textId="792EB375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21AD" w14:textId="2A9A0091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47 086,6</w:t>
            </w:r>
          </w:p>
        </w:tc>
      </w:tr>
      <w:tr w:rsidR="00DF610F" w:rsidRPr="00D649E5" w14:paraId="01DE3C48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C84C" w14:textId="3DB1FC34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CADA" w14:textId="5CB19447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E35D" w14:textId="3FE3936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38 173,8</w:t>
            </w:r>
          </w:p>
        </w:tc>
      </w:tr>
      <w:tr w:rsidR="00DF610F" w:rsidRPr="00D649E5" w14:paraId="79C91E37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534C" w14:textId="6287C94B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CD8" w14:textId="1B86AF49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69F9" w14:textId="125AE166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41,9</w:t>
            </w:r>
          </w:p>
        </w:tc>
      </w:tr>
      <w:tr w:rsidR="00DF610F" w:rsidRPr="00D649E5" w14:paraId="34D4FEF2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1CFE" w14:textId="7BA16E48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D3D" w14:textId="4D851199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D324" w14:textId="11F5562B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42,9</w:t>
            </w:r>
          </w:p>
        </w:tc>
      </w:tr>
      <w:tr w:rsidR="00DF610F" w:rsidRPr="00D649E5" w14:paraId="4EAADE13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4EEC" w14:textId="2B2618D4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8BC" w14:textId="7DAF5852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ECD" w14:textId="7D6C8F9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6 503,0</w:t>
            </w:r>
          </w:p>
        </w:tc>
      </w:tr>
      <w:tr w:rsidR="00DF610F" w:rsidRPr="00D649E5" w14:paraId="4BD14A30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65A2" w14:textId="748145A5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C73" w14:textId="746BCC6D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A53F" w14:textId="006BC5EA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2 086,6</w:t>
            </w:r>
          </w:p>
        </w:tc>
      </w:tr>
      <w:tr w:rsidR="00DF610F" w:rsidRPr="00D649E5" w14:paraId="78B045C3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E748" w14:textId="6FB20979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8D0" w14:textId="6AF9CE63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2D5E" w14:textId="2F5E4B23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2 056,0</w:t>
            </w:r>
          </w:p>
        </w:tc>
      </w:tr>
      <w:tr w:rsidR="00DF610F" w:rsidRPr="00D649E5" w14:paraId="3CFFED46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925" w14:textId="603FFBB3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B4C" w14:textId="73FD5387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B7B1" w14:textId="67F89526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145,3</w:t>
            </w:r>
          </w:p>
        </w:tc>
      </w:tr>
      <w:tr w:rsidR="00DF610F" w:rsidRPr="00D649E5" w14:paraId="78ED4A62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674" w14:textId="0874FC4B" w:rsidR="00DF610F" w:rsidRPr="00DF610F" w:rsidRDefault="00DF610F" w:rsidP="00DF610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9AF" w14:textId="066376C1" w:rsidR="00DF610F" w:rsidRPr="00DF610F" w:rsidRDefault="00DF610F" w:rsidP="00DF610F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45F" w14:textId="2262836B" w:rsidR="00DF610F" w:rsidRPr="00DF610F" w:rsidRDefault="00DF610F" w:rsidP="00DF610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t>163 054,5</w:t>
            </w:r>
          </w:p>
        </w:tc>
      </w:tr>
    </w:tbl>
    <w:p w14:paraId="21EFC0BD" w14:textId="44F1761A" w:rsidR="00D649E5" w:rsidRDefault="00105624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753C7B9D" w14:textId="77777777" w:rsidR="00BD35B1" w:rsidRDefault="00BD35B1" w:rsidP="00627195">
      <w:pPr>
        <w:rPr>
          <w:szCs w:val="28"/>
        </w:rPr>
      </w:pPr>
    </w:p>
    <w:p w14:paraId="2C5F29CD" w14:textId="77777777" w:rsidR="00BD35B1" w:rsidRDefault="00BD35B1" w:rsidP="00627195">
      <w:pPr>
        <w:rPr>
          <w:szCs w:val="28"/>
        </w:rPr>
      </w:pPr>
    </w:p>
    <w:p w14:paraId="68C34235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Исполняющий обязанности</w:t>
      </w:r>
    </w:p>
    <w:p w14:paraId="25CFE072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 xml:space="preserve">начальника финансового управления </w:t>
      </w:r>
    </w:p>
    <w:p w14:paraId="32E22C30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администрации муниципального</w:t>
      </w:r>
    </w:p>
    <w:p w14:paraId="7E02CA72" w14:textId="29C5FED0" w:rsidR="00627195" w:rsidRPr="00B9484A" w:rsidRDefault="00D344DD" w:rsidP="00D344DD">
      <w:pPr>
        <w:rPr>
          <w:szCs w:val="28"/>
        </w:rPr>
      </w:pPr>
      <w:r w:rsidRPr="00D344DD">
        <w:rPr>
          <w:szCs w:val="28"/>
        </w:rPr>
        <w:t xml:space="preserve">образования Новокубанский район </w:t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  <w:t>И.Ю.Андреева</w:t>
      </w:r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565B" w14:textId="77777777" w:rsidR="009E7209" w:rsidRDefault="009E7209" w:rsidP="00E12559">
      <w:r>
        <w:separator/>
      </w:r>
    </w:p>
  </w:endnote>
  <w:endnote w:type="continuationSeparator" w:id="0">
    <w:p w14:paraId="27A7AC9D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6C87" w14:textId="77777777" w:rsidR="009E7209" w:rsidRDefault="009E7209" w:rsidP="00E12559">
      <w:r>
        <w:separator/>
      </w:r>
    </w:p>
  </w:footnote>
  <w:footnote w:type="continuationSeparator" w:id="0">
    <w:p w14:paraId="6E76C5F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69F902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53BF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0CF0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56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381"/>
    <w:rsid w:val="00566C6E"/>
    <w:rsid w:val="00573AAD"/>
    <w:rsid w:val="00576271"/>
    <w:rsid w:val="005822F5"/>
    <w:rsid w:val="0058231D"/>
    <w:rsid w:val="00582CD5"/>
    <w:rsid w:val="00582EA9"/>
    <w:rsid w:val="0058527C"/>
    <w:rsid w:val="005911C2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35F3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84A48"/>
    <w:rsid w:val="00792880"/>
    <w:rsid w:val="0079318E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3427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465B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44DD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49E5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605C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610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DCBD0BC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CA11-5699-4E08-A8D9-33A6DF4D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470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113</cp:revision>
  <cp:lastPrinted>2022-05-05T07:19:00Z</cp:lastPrinted>
  <dcterms:created xsi:type="dcterms:W3CDTF">2017-09-18T13:02:00Z</dcterms:created>
  <dcterms:modified xsi:type="dcterms:W3CDTF">2022-12-09T08:27:00Z</dcterms:modified>
</cp:coreProperties>
</file>